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0F9F9E8E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90199A" w:rsidRPr="0090199A">
              <w:rPr>
                <w:rFonts w:eastAsia="Calibri"/>
                <w:color w:val="365F91" w:themeColor="accent1" w:themeShade="BF"/>
              </w:rPr>
              <w:t xml:space="preserve">Mittetulundusühing </w:t>
            </w:r>
            <w:r w:rsidR="0090199A">
              <w:rPr>
                <w:rFonts w:eastAsia="Calibri"/>
                <w:color w:val="2E74B5"/>
              </w:rPr>
              <w:t xml:space="preserve">Kolga-Jaani Maanaiste seltsi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6A19FF02" w:rsidR="00F21C04" w:rsidRPr="00645CA1" w:rsidRDefault="0090199A" w:rsidP="0090199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>Mittetulundusühing Kolga-Jaani Maanaiste selts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03E0E3A9" w:rsidR="00F21C04" w:rsidRPr="00645CA1" w:rsidRDefault="0090199A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Meeri Tatar, </w:t>
            </w:r>
            <w:hyperlink r:id="rId7" w:history="1">
              <w:r w:rsidRPr="007B4FDD">
                <w:rPr>
                  <w:rStyle w:val="Hyperlink"/>
                  <w:rFonts w:eastAsia="Calibri"/>
                </w:rPr>
                <w:t>meeri.tatar@gmail.com</w:t>
              </w:r>
            </w:hyperlink>
            <w:r>
              <w:rPr>
                <w:rFonts w:ascii="Times New Roman" w:eastAsia="Calibri" w:hAnsi="Times New Roman" w:cs="Times New Roman"/>
                <w:color w:val="2E74B5"/>
              </w:rPr>
              <w:t>, 5304 7663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61719C99" w14:textId="5D43CBDA" w:rsidR="00F21C04" w:rsidRPr="00645CA1" w:rsidRDefault="0090199A" w:rsidP="0090199A">
            <w:pPr>
              <w:jc w:val="lef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LHV Pank, a/a EE967700771003908700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61895D9B" w:rsidR="00F21C04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DD8E995" w14:textId="77777777" w:rsidR="0090199A" w:rsidRPr="00AB2A2F" w:rsidRDefault="0090199A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76F0D7AF" w:rsidR="00F21C04" w:rsidRPr="00645CA1" w:rsidRDefault="0090199A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Põhikirja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alusel </w:t>
            </w:r>
            <w:r w:rsidR="006E3E9C">
              <w:rPr>
                <w:rFonts w:ascii="Times New Roman" w:eastAsia="Calibri" w:hAnsi="Times New Roman" w:cs="Times New Roman"/>
                <w:color w:val="2E74B5"/>
              </w:rPr>
              <w:t>juhatuse liige Meeri Tatar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314886E9" w:rsidR="008145F3" w:rsidRDefault="008145F3" w:rsidP="0084562D">
      <w:pPr>
        <w:widowControl/>
        <w:suppressAutoHyphens w:val="0"/>
        <w:spacing w:line="240" w:lineRule="auto"/>
        <w:jc w:val="left"/>
      </w:pPr>
    </w:p>
    <w:p w14:paraId="466C56FC" w14:textId="71122E5B" w:rsidR="0090199A" w:rsidRDefault="0090199A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CBC73" w14:textId="77777777" w:rsidR="003B2485" w:rsidRDefault="003B2485" w:rsidP="00DF44DF">
      <w:r>
        <w:separator/>
      </w:r>
    </w:p>
  </w:endnote>
  <w:endnote w:type="continuationSeparator" w:id="0">
    <w:p w14:paraId="26120298" w14:textId="77777777" w:rsidR="003B2485" w:rsidRDefault="003B2485" w:rsidP="00DF44DF">
      <w:r>
        <w:continuationSeparator/>
      </w:r>
    </w:p>
  </w:endnote>
  <w:endnote w:type="continuationNotice" w:id="1">
    <w:p w14:paraId="6D844BA1" w14:textId="77777777" w:rsidR="003B2485" w:rsidRDefault="003B248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ACCCF" w14:textId="77777777" w:rsidR="003B2485" w:rsidRDefault="003B2485" w:rsidP="00DF44DF">
      <w:r>
        <w:separator/>
      </w:r>
    </w:p>
  </w:footnote>
  <w:footnote w:type="continuationSeparator" w:id="0">
    <w:p w14:paraId="70BE4A64" w14:textId="77777777" w:rsidR="003B2485" w:rsidRDefault="003B2485" w:rsidP="00DF44DF">
      <w:r>
        <w:continuationSeparator/>
      </w:r>
    </w:p>
  </w:footnote>
  <w:footnote w:type="continuationNotice" w:id="1">
    <w:p w14:paraId="501A830E" w14:textId="77777777" w:rsidR="003B2485" w:rsidRDefault="003B248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485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E3E9C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0199A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01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eri.tatar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Taavet Tatar</cp:lastModifiedBy>
  <cp:revision>2</cp:revision>
  <cp:lastPrinted>2014-04-02T13:57:00Z</cp:lastPrinted>
  <dcterms:created xsi:type="dcterms:W3CDTF">2023-03-22T20:12:00Z</dcterms:created>
  <dcterms:modified xsi:type="dcterms:W3CDTF">2023-03-22T20:12:00Z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